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CFFDE" w14:textId="77777777" w:rsidR="006E5D65" w:rsidRPr="0051493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1493B">
        <w:rPr>
          <w:rFonts w:ascii="Corbel" w:hAnsi="Corbel"/>
          <w:b/>
          <w:bCs/>
        </w:rPr>
        <w:t xml:space="preserve">   </w:t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D8678B" w:rsidRPr="0051493B">
        <w:rPr>
          <w:rFonts w:ascii="Corbel" w:hAnsi="Corbel"/>
          <w:bCs/>
          <w:i/>
        </w:rPr>
        <w:t xml:space="preserve">Załącznik nr </w:t>
      </w:r>
      <w:r w:rsidR="006F31E2" w:rsidRPr="0051493B">
        <w:rPr>
          <w:rFonts w:ascii="Corbel" w:hAnsi="Corbel"/>
          <w:bCs/>
          <w:i/>
        </w:rPr>
        <w:t>1.5</w:t>
      </w:r>
      <w:r w:rsidR="00D8678B" w:rsidRPr="0051493B">
        <w:rPr>
          <w:rFonts w:ascii="Corbel" w:hAnsi="Corbel"/>
          <w:bCs/>
          <w:i/>
        </w:rPr>
        <w:t xml:space="preserve"> do Zarządzenia</w:t>
      </w:r>
      <w:r w:rsidR="002A22BF" w:rsidRPr="0051493B">
        <w:rPr>
          <w:rFonts w:ascii="Corbel" w:hAnsi="Corbel"/>
          <w:bCs/>
          <w:i/>
        </w:rPr>
        <w:t xml:space="preserve"> Rektora UR </w:t>
      </w:r>
      <w:r w:rsidR="00CD6897" w:rsidRPr="0051493B">
        <w:rPr>
          <w:rFonts w:ascii="Corbel" w:hAnsi="Corbel"/>
          <w:bCs/>
          <w:i/>
        </w:rPr>
        <w:t xml:space="preserve"> nr </w:t>
      </w:r>
      <w:r w:rsidR="00F17567" w:rsidRPr="0051493B">
        <w:rPr>
          <w:rFonts w:ascii="Corbel" w:hAnsi="Corbel"/>
          <w:bCs/>
          <w:i/>
        </w:rPr>
        <w:t>12/2019</w:t>
      </w:r>
    </w:p>
    <w:p w14:paraId="5920908F" w14:textId="77777777" w:rsidR="0085747A" w:rsidRPr="0051493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1493B">
        <w:rPr>
          <w:rFonts w:ascii="Corbel" w:hAnsi="Corbel"/>
          <w:b/>
          <w:smallCaps/>
          <w:sz w:val="24"/>
          <w:szCs w:val="24"/>
        </w:rPr>
        <w:t>SYLABUS</w:t>
      </w:r>
    </w:p>
    <w:p w14:paraId="51569E89" w14:textId="77777777" w:rsidR="0085747A" w:rsidRPr="0051493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1493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1493B">
        <w:rPr>
          <w:rFonts w:ascii="Corbel" w:hAnsi="Corbel"/>
          <w:b/>
          <w:smallCaps/>
          <w:sz w:val="24"/>
          <w:szCs w:val="24"/>
        </w:rPr>
        <w:t xml:space="preserve"> </w:t>
      </w:r>
      <w:r w:rsidR="0081557B" w:rsidRPr="0051493B">
        <w:rPr>
          <w:rFonts w:ascii="Corbel" w:hAnsi="Corbel"/>
          <w:b/>
          <w:smallCaps/>
          <w:sz w:val="24"/>
          <w:szCs w:val="24"/>
        </w:rPr>
        <w:t>20</w:t>
      </w:r>
      <w:r w:rsidR="00E37597">
        <w:rPr>
          <w:rFonts w:ascii="Corbel" w:hAnsi="Corbel"/>
          <w:b/>
          <w:smallCaps/>
          <w:sz w:val="24"/>
          <w:szCs w:val="24"/>
        </w:rPr>
        <w:t>19</w:t>
      </w:r>
      <w:r w:rsidR="0081557B" w:rsidRPr="0051493B">
        <w:rPr>
          <w:rFonts w:ascii="Corbel" w:hAnsi="Corbel"/>
          <w:b/>
          <w:smallCaps/>
          <w:sz w:val="24"/>
          <w:szCs w:val="24"/>
        </w:rPr>
        <w:t>/</w:t>
      </w:r>
      <w:r w:rsidR="00E37597">
        <w:rPr>
          <w:rFonts w:ascii="Corbel" w:hAnsi="Corbel"/>
          <w:b/>
          <w:smallCaps/>
          <w:sz w:val="24"/>
          <w:szCs w:val="24"/>
        </w:rPr>
        <w:t>2022</w:t>
      </w:r>
    </w:p>
    <w:p w14:paraId="030CBD6C" w14:textId="77777777" w:rsidR="0085747A" w:rsidRPr="0051493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149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1493B">
        <w:rPr>
          <w:rFonts w:ascii="Corbel" w:hAnsi="Corbel"/>
          <w:i/>
          <w:sz w:val="20"/>
          <w:szCs w:val="20"/>
        </w:rPr>
        <w:t>(skrajne daty</w:t>
      </w:r>
      <w:r w:rsidR="0085747A" w:rsidRPr="0051493B">
        <w:rPr>
          <w:rFonts w:ascii="Corbel" w:hAnsi="Corbel"/>
          <w:sz w:val="20"/>
          <w:szCs w:val="20"/>
        </w:rPr>
        <w:t>)</w:t>
      </w:r>
    </w:p>
    <w:p w14:paraId="1ACB8EEF" w14:textId="77777777" w:rsidR="00445970" w:rsidRPr="0051493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1493B">
        <w:rPr>
          <w:rFonts w:ascii="Corbel" w:hAnsi="Corbel"/>
          <w:sz w:val="20"/>
          <w:szCs w:val="20"/>
        </w:rPr>
        <w:tab/>
      </w:r>
      <w:r w:rsidRPr="0051493B">
        <w:rPr>
          <w:rFonts w:ascii="Corbel" w:hAnsi="Corbel"/>
          <w:sz w:val="20"/>
          <w:szCs w:val="20"/>
        </w:rPr>
        <w:tab/>
      </w:r>
      <w:r w:rsidRPr="0051493B">
        <w:rPr>
          <w:rFonts w:ascii="Corbel" w:hAnsi="Corbel"/>
          <w:sz w:val="20"/>
          <w:szCs w:val="20"/>
        </w:rPr>
        <w:tab/>
      </w:r>
      <w:r w:rsidRPr="0051493B">
        <w:rPr>
          <w:rFonts w:ascii="Corbel" w:hAnsi="Corbel"/>
          <w:sz w:val="20"/>
          <w:szCs w:val="20"/>
        </w:rPr>
        <w:tab/>
        <w:t xml:space="preserve">Rok akademicki   </w:t>
      </w:r>
      <w:r w:rsidR="0081557B" w:rsidRPr="0051493B">
        <w:rPr>
          <w:rFonts w:ascii="Corbel" w:hAnsi="Corbel"/>
          <w:sz w:val="20"/>
          <w:szCs w:val="20"/>
        </w:rPr>
        <w:t>20</w:t>
      </w:r>
      <w:r w:rsidR="00E37597">
        <w:rPr>
          <w:rFonts w:ascii="Corbel" w:hAnsi="Corbel"/>
          <w:sz w:val="20"/>
          <w:szCs w:val="20"/>
        </w:rPr>
        <w:t>19</w:t>
      </w:r>
      <w:r w:rsidR="0081557B" w:rsidRPr="0051493B">
        <w:rPr>
          <w:rFonts w:ascii="Corbel" w:hAnsi="Corbel"/>
          <w:sz w:val="20"/>
          <w:szCs w:val="20"/>
        </w:rPr>
        <w:t>/202</w:t>
      </w:r>
      <w:r w:rsidR="00E37597">
        <w:rPr>
          <w:rFonts w:ascii="Corbel" w:hAnsi="Corbel"/>
          <w:sz w:val="20"/>
          <w:szCs w:val="20"/>
        </w:rPr>
        <w:t>0</w:t>
      </w:r>
    </w:p>
    <w:p w14:paraId="0E37313C" w14:textId="77777777" w:rsidR="0085747A" w:rsidRPr="0051493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687D12" w14:textId="77777777" w:rsidR="0085747A" w:rsidRPr="0051493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1493B">
        <w:rPr>
          <w:rFonts w:ascii="Corbel" w:hAnsi="Corbel"/>
          <w:szCs w:val="24"/>
        </w:rPr>
        <w:t xml:space="preserve">1. </w:t>
      </w:r>
      <w:r w:rsidR="0085747A" w:rsidRPr="0051493B">
        <w:rPr>
          <w:rFonts w:ascii="Corbel" w:hAnsi="Corbel"/>
          <w:szCs w:val="24"/>
        </w:rPr>
        <w:t xml:space="preserve">Podstawowe </w:t>
      </w:r>
      <w:r w:rsidR="00445970" w:rsidRPr="0051493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24A9" w:rsidRPr="0051493B" w14:paraId="6FD11F76" w14:textId="77777777" w:rsidTr="00B819C8">
        <w:tc>
          <w:tcPr>
            <w:tcW w:w="2694" w:type="dxa"/>
            <w:vAlign w:val="center"/>
          </w:tcPr>
          <w:p w14:paraId="2193172C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ECC1BC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Struktura i organizacja pomocy społecznej</w:t>
            </w:r>
          </w:p>
        </w:tc>
      </w:tr>
      <w:tr w:rsidR="003B24A9" w:rsidRPr="0051493B" w14:paraId="60F6C938" w14:textId="77777777" w:rsidTr="00B819C8">
        <w:tc>
          <w:tcPr>
            <w:tcW w:w="2694" w:type="dxa"/>
            <w:vAlign w:val="center"/>
          </w:tcPr>
          <w:p w14:paraId="44B0EDB9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9CB5C9" w14:textId="77777777" w:rsidR="003B24A9" w:rsidRPr="0051493B" w:rsidRDefault="003B24A9" w:rsidP="00C87A4B">
            <w:pPr>
              <w:rPr>
                <w:rFonts w:ascii="Corbel" w:hAnsi="Corbel"/>
                <w:color w:val="000000"/>
              </w:rPr>
            </w:pPr>
            <w:r w:rsidRPr="0051493B">
              <w:rPr>
                <w:rFonts w:ascii="Corbel" w:hAnsi="Corbel"/>
                <w:color w:val="000000"/>
              </w:rPr>
              <w:t>P1S[2]O_05</w:t>
            </w:r>
          </w:p>
        </w:tc>
      </w:tr>
      <w:tr w:rsidR="003B24A9" w:rsidRPr="0051493B" w14:paraId="20A2F69E" w14:textId="77777777" w:rsidTr="00B819C8">
        <w:tc>
          <w:tcPr>
            <w:tcW w:w="2694" w:type="dxa"/>
            <w:vAlign w:val="center"/>
          </w:tcPr>
          <w:p w14:paraId="76924414" w14:textId="77777777" w:rsidR="003B24A9" w:rsidRPr="0051493B" w:rsidRDefault="003B24A9" w:rsidP="00C87A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4AB231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4A9" w:rsidRPr="0051493B" w14:paraId="10706ECD" w14:textId="77777777" w:rsidTr="00B819C8">
        <w:tc>
          <w:tcPr>
            <w:tcW w:w="2694" w:type="dxa"/>
            <w:vAlign w:val="center"/>
          </w:tcPr>
          <w:p w14:paraId="26DBC5B2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3BFD47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3B24A9" w:rsidRPr="0051493B" w14:paraId="0F91F2DE" w14:textId="77777777" w:rsidTr="00B819C8">
        <w:tc>
          <w:tcPr>
            <w:tcW w:w="2694" w:type="dxa"/>
            <w:vAlign w:val="center"/>
          </w:tcPr>
          <w:p w14:paraId="4457786D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3D226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3B24A9" w:rsidRPr="0051493B" w14:paraId="6C307EF9" w14:textId="77777777" w:rsidTr="00B819C8">
        <w:tc>
          <w:tcPr>
            <w:tcW w:w="2694" w:type="dxa"/>
            <w:vAlign w:val="center"/>
          </w:tcPr>
          <w:p w14:paraId="6D1EFA2C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706DC8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3B24A9" w:rsidRPr="0051493B" w14:paraId="2E4EC18B" w14:textId="77777777" w:rsidTr="00B819C8">
        <w:tc>
          <w:tcPr>
            <w:tcW w:w="2694" w:type="dxa"/>
            <w:vAlign w:val="center"/>
          </w:tcPr>
          <w:p w14:paraId="1B841730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7A4250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B24A9" w:rsidRPr="0051493B" w14:paraId="2F348E8C" w14:textId="77777777" w:rsidTr="00B819C8">
        <w:tc>
          <w:tcPr>
            <w:tcW w:w="2694" w:type="dxa"/>
            <w:vAlign w:val="center"/>
          </w:tcPr>
          <w:p w14:paraId="1E63BA1B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E751A8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B24A9" w:rsidRPr="0051493B" w14:paraId="35ECA908" w14:textId="77777777" w:rsidTr="00B819C8">
        <w:tc>
          <w:tcPr>
            <w:tcW w:w="2694" w:type="dxa"/>
            <w:vAlign w:val="center"/>
          </w:tcPr>
          <w:p w14:paraId="0E4D55B9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DE4AE9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108CE" w:rsidRPr="0051493B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51493B">
              <w:rPr>
                <w:rFonts w:ascii="Corbel" w:hAnsi="Corbel"/>
                <w:b w:val="0"/>
                <w:sz w:val="24"/>
                <w:szCs w:val="24"/>
              </w:rPr>
              <w:t>, semestr II</w:t>
            </w:r>
          </w:p>
        </w:tc>
      </w:tr>
      <w:tr w:rsidR="003B24A9" w:rsidRPr="0051493B" w14:paraId="3E3402EB" w14:textId="77777777" w:rsidTr="00B819C8">
        <w:tc>
          <w:tcPr>
            <w:tcW w:w="2694" w:type="dxa"/>
            <w:vAlign w:val="center"/>
          </w:tcPr>
          <w:p w14:paraId="531D7052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6AE084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3B24A9" w:rsidRPr="0051493B" w14:paraId="5E618F9B" w14:textId="77777777" w:rsidTr="00B819C8">
        <w:tc>
          <w:tcPr>
            <w:tcW w:w="2694" w:type="dxa"/>
            <w:vAlign w:val="center"/>
          </w:tcPr>
          <w:p w14:paraId="6C60B87A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92089F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3B24A9" w:rsidRPr="0051493B" w14:paraId="690A6762" w14:textId="77777777" w:rsidTr="00B819C8">
        <w:tc>
          <w:tcPr>
            <w:tcW w:w="2694" w:type="dxa"/>
            <w:vAlign w:val="center"/>
          </w:tcPr>
          <w:p w14:paraId="5FCF10F6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A9D89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3B24A9" w:rsidRPr="0051493B" w14:paraId="276DB7EE" w14:textId="77777777" w:rsidTr="00B819C8">
        <w:tc>
          <w:tcPr>
            <w:tcW w:w="2694" w:type="dxa"/>
            <w:vAlign w:val="center"/>
          </w:tcPr>
          <w:p w14:paraId="4F2D19E7" w14:textId="77777777"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47A410" w14:textId="77777777"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3735EF31" w14:textId="77777777" w:rsidR="0085747A" w:rsidRPr="0051493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 xml:space="preserve">* </w:t>
      </w:r>
      <w:r w:rsidRPr="0051493B">
        <w:rPr>
          <w:rFonts w:ascii="Corbel" w:hAnsi="Corbel"/>
          <w:i/>
          <w:sz w:val="24"/>
          <w:szCs w:val="24"/>
        </w:rPr>
        <w:t>-</w:t>
      </w:r>
      <w:r w:rsidR="00B90885" w:rsidRPr="0051493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1493B">
        <w:rPr>
          <w:rFonts w:ascii="Corbel" w:hAnsi="Corbel"/>
          <w:b w:val="0"/>
          <w:sz w:val="24"/>
          <w:szCs w:val="24"/>
        </w:rPr>
        <w:t>e,</w:t>
      </w:r>
      <w:r w:rsidRPr="0051493B">
        <w:rPr>
          <w:rFonts w:ascii="Corbel" w:hAnsi="Corbel"/>
          <w:i/>
          <w:sz w:val="24"/>
          <w:szCs w:val="24"/>
        </w:rPr>
        <w:t xml:space="preserve"> </w:t>
      </w:r>
      <w:r w:rsidRPr="0051493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1493B">
        <w:rPr>
          <w:rFonts w:ascii="Corbel" w:hAnsi="Corbel"/>
          <w:b w:val="0"/>
          <w:i/>
          <w:sz w:val="24"/>
          <w:szCs w:val="24"/>
        </w:rPr>
        <w:t>w Jednostce</w:t>
      </w:r>
    </w:p>
    <w:p w14:paraId="2B25FA73" w14:textId="77777777" w:rsidR="00923D7D" w:rsidRPr="0051493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05EAD6" w14:textId="77777777" w:rsidR="0085747A" w:rsidRPr="0051493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>1.</w:t>
      </w:r>
      <w:r w:rsidR="00E22FBC" w:rsidRPr="0051493B">
        <w:rPr>
          <w:rFonts w:ascii="Corbel" w:hAnsi="Corbel"/>
          <w:sz w:val="24"/>
          <w:szCs w:val="24"/>
        </w:rPr>
        <w:t>1</w:t>
      </w:r>
      <w:r w:rsidRPr="0051493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F0482" w14:textId="77777777" w:rsidR="00923D7D" w:rsidRPr="0051493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24A9" w:rsidRPr="0051493B" w14:paraId="5F08B8D3" w14:textId="77777777" w:rsidTr="00C87A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D74E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493B">
              <w:rPr>
                <w:rFonts w:ascii="Corbel" w:hAnsi="Corbel"/>
                <w:szCs w:val="24"/>
              </w:rPr>
              <w:t>Semestr</w:t>
            </w:r>
          </w:p>
          <w:p w14:paraId="674C8A46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493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8F72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1493B">
              <w:rPr>
                <w:rFonts w:ascii="Corbel" w:hAnsi="Corbel"/>
                <w:szCs w:val="24"/>
              </w:rPr>
              <w:t>Wykł</w:t>
            </w:r>
            <w:proofErr w:type="spellEnd"/>
            <w:r w:rsidRPr="00514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F774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493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24D6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1493B">
              <w:rPr>
                <w:rFonts w:ascii="Corbel" w:hAnsi="Corbel"/>
                <w:szCs w:val="24"/>
              </w:rPr>
              <w:t>Konw</w:t>
            </w:r>
            <w:proofErr w:type="spellEnd"/>
            <w:r w:rsidRPr="00514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FDC8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493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CBE7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1493B">
              <w:rPr>
                <w:rFonts w:ascii="Corbel" w:hAnsi="Corbel"/>
                <w:szCs w:val="24"/>
              </w:rPr>
              <w:t>Sem</w:t>
            </w:r>
            <w:proofErr w:type="spellEnd"/>
            <w:r w:rsidRPr="00514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4CA4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493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DC63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1493B">
              <w:rPr>
                <w:rFonts w:ascii="Corbel" w:hAnsi="Corbel"/>
                <w:szCs w:val="24"/>
              </w:rPr>
              <w:t>Prakt</w:t>
            </w:r>
            <w:proofErr w:type="spellEnd"/>
            <w:r w:rsidRPr="00514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8D45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1493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899" w14:textId="77777777"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1493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24A9" w:rsidRPr="0051493B" w14:paraId="6E5760C2" w14:textId="77777777" w:rsidTr="00C87A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6F49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2E4A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C6F1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E158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C5FC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264B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EB9B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636A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A5A3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26AC" w14:textId="77777777"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27EF3C" w14:textId="77777777" w:rsidR="0085747A" w:rsidRPr="0051493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>1.</w:t>
      </w:r>
      <w:r w:rsidR="00E22FBC" w:rsidRPr="0051493B">
        <w:rPr>
          <w:rFonts w:ascii="Corbel" w:hAnsi="Corbel"/>
          <w:smallCaps w:val="0"/>
          <w:szCs w:val="24"/>
        </w:rPr>
        <w:t>2</w:t>
      </w:r>
      <w:r w:rsidR="00F83B28" w:rsidRPr="0051493B">
        <w:rPr>
          <w:rFonts w:ascii="Corbel" w:hAnsi="Corbel"/>
          <w:smallCaps w:val="0"/>
          <w:szCs w:val="24"/>
        </w:rPr>
        <w:t>.</w:t>
      </w:r>
      <w:r w:rsidR="00F83B28" w:rsidRPr="0051493B">
        <w:rPr>
          <w:rFonts w:ascii="Corbel" w:hAnsi="Corbel"/>
          <w:smallCaps w:val="0"/>
          <w:szCs w:val="24"/>
        </w:rPr>
        <w:tab/>
      </w:r>
      <w:r w:rsidRPr="0051493B">
        <w:rPr>
          <w:rFonts w:ascii="Corbel" w:hAnsi="Corbel"/>
          <w:smallCaps w:val="0"/>
          <w:szCs w:val="24"/>
        </w:rPr>
        <w:t xml:space="preserve">Sposób realizacji zajęć  </w:t>
      </w:r>
    </w:p>
    <w:p w14:paraId="7C1194E7" w14:textId="77777777" w:rsidR="0085747A" w:rsidRPr="0051493B" w:rsidRDefault="008155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493B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51493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8A6664" w14:textId="77777777" w:rsidR="0085747A" w:rsidRPr="0051493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493B">
        <w:rPr>
          <w:rFonts w:ascii="Segoe UI Symbol" w:eastAsia="MS Gothic" w:hAnsi="Segoe UI Symbol" w:cs="Segoe UI Symbol"/>
          <w:b w:val="0"/>
          <w:szCs w:val="24"/>
        </w:rPr>
        <w:t>☐</w:t>
      </w:r>
      <w:r w:rsidRPr="0051493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86E98F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BB0DFC" w14:textId="77777777" w:rsidR="00E22FBC" w:rsidRPr="0051493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1.3 </w:t>
      </w:r>
      <w:r w:rsidR="00F83B28" w:rsidRPr="0051493B">
        <w:rPr>
          <w:rFonts w:ascii="Corbel" w:hAnsi="Corbel"/>
          <w:smallCaps w:val="0"/>
          <w:szCs w:val="24"/>
        </w:rPr>
        <w:tab/>
      </w:r>
      <w:r w:rsidRPr="0051493B">
        <w:rPr>
          <w:rFonts w:ascii="Corbel" w:hAnsi="Corbel"/>
          <w:smallCaps w:val="0"/>
          <w:szCs w:val="24"/>
        </w:rPr>
        <w:t>For</w:t>
      </w:r>
      <w:r w:rsidR="00445970" w:rsidRPr="0051493B">
        <w:rPr>
          <w:rFonts w:ascii="Corbel" w:hAnsi="Corbel"/>
          <w:smallCaps w:val="0"/>
          <w:szCs w:val="24"/>
        </w:rPr>
        <w:t xml:space="preserve">ma zaliczenia przedmiotu </w:t>
      </w:r>
      <w:r w:rsidRPr="0051493B">
        <w:rPr>
          <w:rFonts w:ascii="Corbel" w:hAnsi="Corbel"/>
          <w:smallCaps w:val="0"/>
          <w:szCs w:val="24"/>
        </w:rPr>
        <w:t xml:space="preserve"> (z toku) </w:t>
      </w:r>
      <w:r w:rsidRPr="0051493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1439C3" w14:textId="77777777" w:rsidR="009C54AE" w:rsidRPr="0051493B" w:rsidRDefault="005108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1493B">
        <w:rPr>
          <w:rFonts w:ascii="Corbel" w:hAnsi="Corbel"/>
          <w:b w:val="0"/>
          <w:smallCaps w:val="0"/>
          <w:szCs w:val="24"/>
        </w:rPr>
        <w:t>zaliczenie z oceną</w:t>
      </w:r>
    </w:p>
    <w:p w14:paraId="0CF8D70B" w14:textId="77777777" w:rsidR="00E960BB" w:rsidRPr="0051493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5E755F" w14:textId="77777777" w:rsidR="00E960BB" w:rsidRPr="0051493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1493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1493B" w14:paraId="3B52CC66" w14:textId="77777777" w:rsidTr="00745302">
        <w:tc>
          <w:tcPr>
            <w:tcW w:w="9670" w:type="dxa"/>
          </w:tcPr>
          <w:p w14:paraId="5FC99613" w14:textId="77777777" w:rsidR="005D4657" w:rsidRPr="0051493B" w:rsidRDefault="005D4657" w:rsidP="005D465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1493B">
              <w:rPr>
                <w:rFonts w:ascii="Corbel" w:hAnsi="Corbel"/>
                <w:b w:val="0"/>
                <w:smallCaps w:val="0"/>
                <w:szCs w:val="20"/>
              </w:rPr>
              <w:t>Student powinien posiadać wiedzę z zakresu prawa, pracy socjalnej. Powinien również posiadać wiedzę w zakresie funkcjonowania pomocy społecznej i sposobów rozwiązywania problemów i kwestii z zakresu pracy socjalnej.</w:t>
            </w:r>
          </w:p>
          <w:p w14:paraId="538F4B91" w14:textId="77777777" w:rsidR="0085747A" w:rsidRPr="0051493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2782CE8" w14:textId="77777777" w:rsidR="00153C41" w:rsidRPr="0051493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FC7E8" w14:textId="77777777" w:rsidR="0085747A" w:rsidRPr="0051493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1493B">
        <w:rPr>
          <w:rFonts w:ascii="Corbel" w:hAnsi="Corbel"/>
          <w:szCs w:val="24"/>
        </w:rPr>
        <w:lastRenderedPageBreak/>
        <w:t>3.</w:t>
      </w:r>
      <w:r w:rsidR="0085747A" w:rsidRPr="0051493B">
        <w:rPr>
          <w:rFonts w:ascii="Corbel" w:hAnsi="Corbel"/>
          <w:szCs w:val="24"/>
        </w:rPr>
        <w:t xml:space="preserve"> </w:t>
      </w:r>
      <w:r w:rsidR="00A84C85" w:rsidRPr="0051493B">
        <w:rPr>
          <w:rFonts w:ascii="Corbel" w:hAnsi="Corbel"/>
          <w:szCs w:val="24"/>
        </w:rPr>
        <w:t>cele, efekty uczenia się</w:t>
      </w:r>
      <w:r w:rsidR="0085747A" w:rsidRPr="0051493B">
        <w:rPr>
          <w:rFonts w:ascii="Corbel" w:hAnsi="Corbel"/>
          <w:szCs w:val="24"/>
        </w:rPr>
        <w:t xml:space="preserve"> , treści Programowe i stosowane metody Dydaktyczne</w:t>
      </w:r>
    </w:p>
    <w:p w14:paraId="0084BA12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E2ED26" w14:textId="77777777" w:rsidR="0085747A" w:rsidRPr="0051493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 xml:space="preserve">3.1 </w:t>
      </w:r>
      <w:r w:rsidR="00C05F44" w:rsidRPr="0051493B">
        <w:rPr>
          <w:rFonts w:ascii="Corbel" w:hAnsi="Corbel"/>
          <w:sz w:val="24"/>
          <w:szCs w:val="24"/>
        </w:rPr>
        <w:t>Cele przedmiotu</w:t>
      </w:r>
    </w:p>
    <w:p w14:paraId="62B0B5E0" w14:textId="77777777" w:rsidR="00F83B28" w:rsidRPr="0051493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D4657" w:rsidRPr="0051493B" w14:paraId="6F728682" w14:textId="77777777" w:rsidTr="005D4657">
        <w:tc>
          <w:tcPr>
            <w:tcW w:w="851" w:type="dxa"/>
            <w:vAlign w:val="center"/>
          </w:tcPr>
          <w:p w14:paraId="303E4D7C" w14:textId="77777777" w:rsidR="005D4657" w:rsidRPr="0051493B" w:rsidRDefault="005D4657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2F523B" w14:textId="77777777" w:rsidR="005D4657" w:rsidRPr="0051493B" w:rsidRDefault="00ED6C07" w:rsidP="00ED6C07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51493B">
              <w:rPr>
                <w:rFonts w:ascii="Corbel" w:hAnsi="Corbel"/>
                <w:sz w:val="20"/>
              </w:rPr>
              <w:t xml:space="preserve">Zapoznanie </w:t>
            </w:r>
            <w:r w:rsidR="005D4657" w:rsidRPr="0051493B">
              <w:rPr>
                <w:rFonts w:ascii="Corbel" w:hAnsi="Corbel"/>
                <w:sz w:val="20"/>
              </w:rPr>
              <w:t>student</w:t>
            </w:r>
            <w:r w:rsidRPr="0051493B">
              <w:rPr>
                <w:rFonts w:ascii="Corbel" w:hAnsi="Corbel"/>
                <w:sz w:val="20"/>
              </w:rPr>
              <w:t xml:space="preserve">a </w:t>
            </w:r>
            <w:r w:rsidR="005D4657" w:rsidRPr="0051493B">
              <w:rPr>
                <w:rFonts w:ascii="Corbel" w:hAnsi="Corbel"/>
                <w:sz w:val="20"/>
              </w:rPr>
              <w:t xml:space="preserve"> </w:t>
            </w:r>
            <w:r w:rsidRPr="0051493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 obowiązującym systemem  prawnym pomocy społecznej </w:t>
            </w:r>
          </w:p>
        </w:tc>
      </w:tr>
      <w:tr w:rsidR="005D4657" w:rsidRPr="0051493B" w14:paraId="45215262" w14:textId="77777777" w:rsidTr="005D4657">
        <w:tc>
          <w:tcPr>
            <w:tcW w:w="851" w:type="dxa"/>
            <w:vAlign w:val="center"/>
          </w:tcPr>
          <w:p w14:paraId="179F2AB5" w14:textId="77777777" w:rsidR="005D4657" w:rsidRPr="0051493B" w:rsidRDefault="005D4657" w:rsidP="00C87A4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36106F" w14:textId="77777777" w:rsidR="005D4657" w:rsidRPr="0051493B" w:rsidRDefault="00ED6C07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51493B">
              <w:rPr>
                <w:rFonts w:ascii="Corbel" w:hAnsi="Corbel"/>
                <w:b w:val="0"/>
                <w:sz w:val="20"/>
              </w:rPr>
              <w:t>Przybliżenie studentowi zakresu kontroli i nadzoru w pomocy społecznej</w:t>
            </w:r>
          </w:p>
        </w:tc>
      </w:tr>
      <w:tr w:rsidR="005D4657" w:rsidRPr="0051493B" w14:paraId="03B08941" w14:textId="77777777" w:rsidTr="005D4657">
        <w:tc>
          <w:tcPr>
            <w:tcW w:w="851" w:type="dxa"/>
            <w:vAlign w:val="center"/>
          </w:tcPr>
          <w:p w14:paraId="2A624E32" w14:textId="77777777" w:rsidR="005D4657" w:rsidRPr="0051493B" w:rsidRDefault="005D4657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85EB0C7" w14:textId="77777777" w:rsidR="00ED6C07" w:rsidRPr="0051493B" w:rsidRDefault="00DB1ED9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51493B">
              <w:rPr>
                <w:rFonts w:ascii="Corbel" w:hAnsi="Corbel"/>
                <w:b w:val="0"/>
                <w:sz w:val="20"/>
              </w:rPr>
              <w:t>Zapoznanie studenta ze sposobami tworzenia jednostek organizacyjnych pomocy społecznej</w:t>
            </w:r>
          </w:p>
        </w:tc>
      </w:tr>
    </w:tbl>
    <w:p w14:paraId="268E369E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D2011F" w14:textId="77777777" w:rsidR="001D7B54" w:rsidRPr="0051493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b/>
          <w:sz w:val="24"/>
          <w:szCs w:val="24"/>
        </w:rPr>
        <w:t xml:space="preserve">3.2 </w:t>
      </w:r>
      <w:r w:rsidR="001D7B54" w:rsidRPr="0051493B">
        <w:rPr>
          <w:rFonts w:ascii="Corbel" w:hAnsi="Corbel"/>
          <w:b/>
          <w:sz w:val="24"/>
          <w:szCs w:val="24"/>
        </w:rPr>
        <w:t xml:space="preserve">Efekty </w:t>
      </w:r>
      <w:r w:rsidR="00C05F44" w:rsidRPr="0051493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1493B">
        <w:rPr>
          <w:rFonts w:ascii="Corbel" w:hAnsi="Corbel"/>
          <w:b/>
          <w:sz w:val="24"/>
          <w:szCs w:val="24"/>
        </w:rPr>
        <w:t>dla przedmiotu</w:t>
      </w:r>
      <w:r w:rsidR="00445970" w:rsidRPr="0051493B">
        <w:rPr>
          <w:rFonts w:ascii="Corbel" w:hAnsi="Corbel"/>
          <w:sz w:val="24"/>
          <w:szCs w:val="24"/>
        </w:rPr>
        <w:t xml:space="preserve"> </w:t>
      </w:r>
    </w:p>
    <w:p w14:paraId="6B81E52A" w14:textId="77777777" w:rsidR="001D7B54" w:rsidRPr="0051493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6629"/>
        <w:gridCol w:w="1603"/>
      </w:tblGrid>
      <w:tr w:rsidR="00C84991" w:rsidRPr="0051493B" w14:paraId="35768B69" w14:textId="77777777" w:rsidTr="0051493B">
        <w:tc>
          <w:tcPr>
            <w:tcW w:w="1436" w:type="dxa"/>
            <w:vAlign w:val="center"/>
          </w:tcPr>
          <w:p w14:paraId="71417377" w14:textId="77777777" w:rsidR="00C84991" w:rsidRPr="0051493B" w:rsidRDefault="00C84991" w:rsidP="00C102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smallCaps w:val="0"/>
                <w:szCs w:val="24"/>
              </w:rPr>
              <w:t>EK</w:t>
            </w: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956" w:type="dxa"/>
            <w:vAlign w:val="center"/>
          </w:tcPr>
          <w:p w14:paraId="76F79C21" w14:textId="77777777" w:rsidR="00C84991" w:rsidRPr="0051493B" w:rsidRDefault="00C84991" w:rsidP="00C102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247" w:type="dxa"/>
            <w:vAlign w:val="center"/>
          </w:tcPr>
          <w:p w14:paraId="142DA097" w14:textId="77777777" w:rsidR="00C84991" w:rsidRPr="0051493B" w:rsidRDefault="00C84991" w:rsidP="00C102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1493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4991" w:rsidRPr="0051493B" w14:paraId="157A98BF" w14:textId="77777777" w:rsidTr="0051493B">
        <w:tc>
          <w:tcPr>
            <w:tcW w:w="1436" w:type="dxa"/>
          </w:tcPr>
          <w:p w14:paraId="1FCF0AB8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956" w:type="dxa"/>
          </w:tcPr>
          <w:p w14:paraId="64DB0AEF" w14:textId="77777777" w:rsidR="00DC2CE4" w:rsidRPr="0051493B" w:rsidRDefault="00DC2CE4" w:rsidP="00B57024">
            <w:pPr>
              <w:rPr>
                <w:rFonts w:ascii="Corbel" w:hAnsi="Corbel"/>
                <w:color w:val="000000"/>
              </w:rPr>
            </w:pPr>
            <w:r w:rsidRPr="0051493B">
              <w:rPr>
                <w:rStyle w:val="wrtext"/>
                <w:rFonts w:ascii="Corbel" w:hAnsi="Corbel"/>
              </w:rPr>
              <w:t xml:space="preserve">Student </w:t>
            </w:r>
            <w:r w:rsidR="00B57024">
              <w:rPr>
                <w:rStyle w:val="wrtext"/>
                <w:rFonts w:ascii="Corbel" w:hAnsi="Corbel"/>
              </w:rPr>
              <w:t xml:space="preserve">zna charakter pracy socjalnej, jej strukturę i organizację a także jej miejsce w systemie nauk społecznych i powiązania z innymi dyscyplinami </w:t>
            </w:r>
          </w:p>
        </w:tc>
        <w:tc>
          <w:tcPr>
            <w:tcW w:w="1247" w:type="dxa"/>
          </w:tcPr>
          <w:p w14:paraId="423F67B6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84991" w:rsidRPr="0051493B" w14:paraId="0C031F9E" w14:textId="77777777" w:rsidTr="0051493B">
        <w:tc>
          <w:tcPr>
            <w:tcW w:w="1436" w:type="dxa"/>
          </w:tcPr>
          <w:p w14:paraId="1B4292E2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493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956" w:type="dxa"/>
          </w:tcPr>
          <w:p w14:paraId="6409A41E" w14:textId="77777777" w:rsidR="00FC7534" w:rsidRPr="0051493B" w:rsidRDefault="00FC7534" w:rsidP="00B57024">
            <w:pPr>
              <w:rPr>
                <w:rFonts w:ascii="Corbel" w:hAnsi="Corbel"/>
                <w:color w:val="000000"/>
              </w:rPr>
            </w:pPr>
            <w:r w:rsidRPr="0051493B">
              <w:rPr>
                <w:rStyle w:val="wrtext"/>
                <w:rFonts w:ascii="Corbel" w:hAnsi="Corbel"/>
              </w:rPr>
              <w:t xml:space="preserve">Student </w:t>
            </w:r>
            <w:r w:rsidR="00B57024">
              <w:rPr>
                <w:rStyle w:val="wrtext"/>
                <w:rFonts w:ascii="Corbel" w:hAnsi="Corbel"/>
              </w:rPr>
              <w:t>zna elementy struktur instytucji pomocy społecznej oraz instrumenty formalno- prawne kierujące tymi instytucjami</w:t>
            </w:r>
          </w:p>
        </w:tc>
        <w:tc>
          <w:tcPr>
            <w:tcW w:w="1247" w:type="dxa"/>
          </w:tcPr>
          <w:p w14:paraId="60E9FFB1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84991" w:rsidRPr="0051493B" w14:paraId="524FEB2D" w14:textId="77777777" w:rsidTr="0051493B">
        <w:tc>
          <w:tcPr>
            <w:tcW w:w="1436" w:type="dxa"/>
          </w:tcPr>
          <w:p w14:paraId="6EE09C9B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956" w:type="dxa"/>
          </w:tcPr>
          <w:p w14:paraId="39E4C698" w14:textId="77777777" w:rsidR="00C84991" w:rsidRPr="0051493B" w:rsidRDefault="00B57024" w:rsidP="00B57024">
            <w:pPr>
              <w:rPr>
                <w:rFonts w:ascii="Corbel" w:hAnsi="Corbel"/>
                <w:color w:val="000000"/>
              </w:rPr>
            </w:pPr>
            <w:r>
              <w:rPr>
                <w:rStyle w:val="wrtext"/>
                <w:rFonts w:ascii="Corbel" w:hAnsi="Corbel"/>
              </w:rPr>
              <w:t>Student z</w:t>
            </w:r>
            <w:r w:rsidR="00890BCE" w:rsidRPr="0051493B">
              <w:rPr>
                <w:rStyle w:val="wrtext"/>
                <w:rFonts w:ascii="Corbel" w:hAnsi="Corbel"/>
              </w:rPr>
              <w:t xml:space="preserve">na </w:t>
            </w:r>
            <w:r>
              <w:rPr>
                <w:rStyle w:val="wrtext"/>
                <w:rFonts w:ascii="Corbel" w:hAnsi="Corbel"/>
              </w:rPr>
              <w:t>procesy przemian zachodzące w ramach instytucji i struktur pomocy społecznej oraz ich uwarunkowania i skutki, zna strukturę i zakres działania poszczególnych instytucji pomocy społecznej</w:t>
            </w:r>
          </w:p>
        </w:tc>
        <w:tc>
          <w:tcPr>
            <w:tcW w:w="1247" w:type="dxa"/>
          </w:tcPr>
          <w:p w14:paraId="18A3786F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C84991" w:rsidRPr="0051493B" w14:paraId="6C657C25" w14:textId="77777777" w:rsidTr="0051493B">
        <w:tc>
          <w:tcPr>
            <w:tcW w:w="1436" w:type="dxa"/>
          </w:tcPr>
          <w:p w14:paraId="5EFE07AB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956" w:type="dxa"/>
          </w:tcPr>
          <w:p w14:paraId="527921A8" w14:textId="77777777" w:rsidR="00A854DB" w:rsidRPr="0051493B" w:rsidRDefault="00B57024" w:rsidP="00B57024">
            <w:pPr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Student umie  prawidłowo interpretować zjawiska społeczne  w tym prawne i identyfikować ich związek z problematyką pracy socjalnej, rozróżniać zjawiska społeczne w tym również prawne, istotne dla procesów kształtujących problemy związane z pomocą społeczną</w:t>
            </w:r>
          </w:p>
        </w:tc>
        <w:tc>
          <w:tcPr>
            <w:tcW w:w="1247" w:type="dxa"/>
          </w:tcPr>
          <w:p w14:paraId="0C0D1183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K_U01 </w:t>
            </w:r>
          </w:p>
        </w:tc>
      </w:tr>
      <w:tr w:rsidR="00C84991" w:rsidRPr="0051493B" w14:paraId="27258557" w14:textId="77777777" w:rsidTr="0051493B">
        <w:tc>
          <w:tcPr>
            <w:tcW w:w="1436" w:type="dxa"/>
          </w:tcPr>
          <w:p w14:paraId="0C588211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956" w:type="dxa"/>
          </w:tcPr>
          <w:p w14:paraId="3A828BEF" w14:textId="77777777" w:rsidR="00B57024" w:rsidRDefault="00B57024" w:rsidP="00B57024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Student potrafi organizować  kontakt z otoczeniem społecznym (interesariuszami zewnętrznymi) oraz współpracować  na rzecz rozwiązywania problemów (w tym również prawnych ) związanych z pomocą społeczną </w:t>
            </w:r>
          </w:p>
          <w:p w14:paraId="3D3F2DC9" w14:textId="77777777" w:rsidR="00C84991" w:rsidRPr="00B57024" w:rsidRDefault="00C84991" w:rsidP="00A854DB">
            <w:pPr>
              <w:rPr>
                <w:rFonts w:ascii="Corbel" w:hAnsi="Corbel"/>
                <w:smallCaps/>
                <w:szCs w:val="24"/>
              </w:rPr>
            </w:pPr>
          </w:p>
        </w:tc>
        <w:tc>
          <w:tcPr>
            <w:tcW w:w="1247" w:type="dxa"/>
          </w:tcPr>
          <w:p w14:paraId="3BCC4951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84991" w:rsidRPr="0051493B" w14:paraId="079F826C" w14:textId="77777777" w:rsidTr="0051493B">
        <w:tc>
          <w:tcPr>
            <w:tcW w:w="1436" w:type="dxa"/>
          </w:tcPr>
          <w:p w14:paraId="65791712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956" w:type="dxa"/>
          </w:tcPr>
          <w:p w14:paraId="7176FDC7" w14:textId="77777777" w:rsidR="00C84991" w:rsidRPr="0051493B" w:rsidRDefault="00B57024" w:rsidP="00C102E2">
            <w:pPr>
              <w:rPr>
                <w:rFonts w:ascii="Corbel" w:hAnsi="Corbel"/>
                <w:color w:val="000000"/>
              </w:rPr>
            </w:pPr>
            <w:r>
              <w:rPr>
                <w:rStyle w:val="wrtext"/>
              </w:rPr>
              <w:t>Student posiada umiejętność myślenia w sposób przedsiębiorczy oraz uczestniczenia w organizacjach i instytucjach podejmujących działania w ramach projektów społecznych</w:t>
            </w:r>
          </w:p>
        </w:tc>
        <w:tc>
          <w:tcPr>
            <w:tcW w:w="1247" w:type="dxa"/>
          </w:tcPr>
          <w:p w14:paraId="7CF2BF3D" w14:textId="77777777"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0D5B1512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410FA" w14:textId="77777777" w:rsidR="0085747A" w:rsidRPr="0051493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1493B">
        <w:rPr>
          <w:rFonts w:ascii="Corbel" w:hAnsi="Corbel"/>
          <w:b/>
          <w:sz w:val="24"/>
          <w:szCs w:val="24"/>
        </w:rPr>
        <w:t>3.3</w:t>
      </w:r>
      <w:r w:rsidR="001D7B54" w:rsidRPr="0051493B">
        <w:rPr>
          <w:rFonts w:ascii="Corbel" w:hAnsi="Corbel"/>
          <w:b/>
          <w:sz w:val="24"/>
          <w:szCs w:val="24"/>
        </w:rPr>
        <w:t xml:space="preserve"> </w:t>
      </w:r>
      <w:r w:rsidR="0085747A" w:rsidRPr="0051493B">
        <w:rPr>
          <w:rFonts w:ascii="Corbel" w:hAnsi="Corbel"/>
          <w:b/>
          <w:sz w:val="24"/>
          <w:szCs w:val="24"/>
        </w:rPr>
        <w:t>T</w:t>
      </w:r>
      <w:r w:rsidR="001D7B54" w:rsidRPr="0051493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1493B">
        <w:rPr>
          <w:rFonts w:ascii="Corbel" w:hAnsi="Corbel"/>
          <w:sz w:val="24"/>
          <w:szCs w:val="24"/>
        </w:rPr>
        <w:t xml:space="preserve">  </w:t>
      </w:r>
    </w:p>
    <w:p w14:paraId="204C44ED" w14:textId="77777777" w:rsidR="0085747A" w:rsidRPr="0051493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 xml:space="preserve">Problematyka wykładu </w:t>
      </w:r>
    </w:p>
    <w:p w14:paraId="28FD068D" w14:textId="77777777" w:rsidR="00675843" w:rsidRPr="0051493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1493B" w14:paraId="7306F2EE" w14:textId="77777777" w:rsidTr="00923D7D">
        <w:tc>
          <w:tcPr>
            <w:tcW w:w="9639" w:type="dxa"/>
          </w:tcPr>
          <w:p w14:paraId="0DF10985" w14:textId="77777777"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51493B" w14:paraId="2FA7A38D" w14:textId="77777777" w:rsidTr="00923D7D">
        <w:tc>
          <w:tcPr>
            <w:tcW w:w="9639" w:type="dxa"/>
          </w:tcPr>
          <w:p w14:paraId="6CA27677" w14:textId="77777777"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1493B" w14:paraId="487D9113" w14:textId="77777777" w:rsidTr="00923D7D">
        <w:tc>
          <w:tcPr>
            <w:tcW w:w="9639" w:type="dxa"/>
          </w:tcPr>
          <w:p w14:paraId="4D3A167D" w14:textId="77777777"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1493B" w14:paraId="14E96B4C" w14:textId="77777777" w:rsidTr="00923D7D">
        <w:tc>
          <w:tcPr>
            <w:tcW w:w="9639" w:type="dxa"/>
          </w:tcPr>
          <w:p w14:paraId="143373AD" w14:textId="77777777"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9C605F8" w14:textId="77777777" w:rsidR="0085747A" w:rsidRPr="0051493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DFE040" w14:textId="77777777" w:rsidR="0085747A" w:rsidRPr="0051493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1493B">
        <w:rPr>
          <w:rFonts w:ascii="Corbel" w:hAnsi="Corbel"/>
          <w:sz w:val="24"/>
          <w:szCs w:val="24"/>
        </w:rPr>
        <w:t xml:space="preserve">, </w:t>
      </w:r>
      <w:r w:rsidRPr="0051493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958AB" w:rsidRPr="0051493B" w14:paraId="56A0A504" w14:textId="77777777" w:rsidTr="00C87A4B">
        <w:tc>
          <w:tcPr>
            <w:tcW w:w="9639" w:type="dxa"/>
          </w:tcPr>
          <w:p w14:paraId="53AAB2F8" w14:textId="77777777" w:rsidR="00E958AB" w:rsidRPr="0051493B" w:rsidRDefault="00E958AB" w:rsidP="00C87A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958AB" w:rsidRPr="0051493B" w14:paraId="27FC578A" w14:textId="77777777" w:rsidTr="00C87A4B">
        <w:tc>
          <w:tcPr>
            <w:tcW w:w="9639" w:type="dxa"/>
          </w:tcPr>
          <w:p w14:paraId="6BE76AE2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Charakterystyka pomocy społecznej</w:t>
            </w:r>
          </w:p>
        </w:tc>
      </w:tr>
      <w:tr w:rsidR="00E958AB" w:rsidRPr="0051493B" w14:paraId="081F1AA7" w14:textId="77777777" w:rsidTr="00C87A4B">
        <w:tc>
          <w:tcPr>
            <w:tcW w:w="9639" w:type="dxa"/>
          </w:tcPr>
          <w:p w14:paraId="16B7114B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 Pomoc społeczna w systemie prawa</w:t>
            </w:r>
            <w:r w:rsidRPr="0051493B">
              <w:rPr>
                <w:rFonts w:ascii="Corbel" w:hAnsi="Corbel"/>
              </w:rPr>
              <w:tab/>
            </w:r>
          </w:p>
        </w:tc>
      </w:tr>
      <w:tr w:rsidR="00E958AB" w:rsidRPr="0051493B" w14:paraId="4FF4829C" w14:textId="77777777" w:rsidTr="00C87A4B">
        <w:tc>
          <w:tcPr>
            <w:tcW w:w="9639" w:type="dxa"/>
          </w:tcPr>
          <w:p w14:paraId="2C4E392F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Zadania pomocy społecznej </w:t>
            </w:r>
          </w:p>
        </w:tc>
      </w:tr>
      <w:tr w:rsidR="00E958AB" w:rsidRPr="0051493B" w14:paraId="228E839B" w14:textId="77777777" w:rsidTr="00C87A4B">
        <w:tc>
          <w:tcPr>
            <w:tcW w:w="9639" w:type="dxa"/>
          </w:tcPr>
          <w:p w14:paraId="72437FE6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Organy administracyjne i jednostki organizacyjne pomocy społecznej </w:t>
            </w:r>
          </w:p>
        </w:tc>
      </w:tr>
      <w:tr w:rsidR="00E958AB" w:rsidRPr="0051493B" w14:paraId="65D338B8" w14:textId="77777777" w:rsidTr="00C87A4B">
        <w:tc>
          <w:tcPr>
            <w:tcW w:w="9639" w:type="dxa"/>
          </w:tcPr>
          <w:p w14:paraId="505B9E42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Rodzaje jednostek organizacyjnych pomocy społecznej</w:t>
            </w:r>
          </w:p>
        </w:tc>
      </w:tr>
      <w:tr w:rsidR="00E958AB" w:rsidRPr="0051493B" w14:paraId="26B96078" w14:textId="77777777" w:rsidTr="00C87A4B">
        <w:tc>
          <w:tcPr>
            <w:tcW w:w="9639" w:type="dxa"/>
          </w:tcPr>
          <w:p w14:paraId="7333D683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Zasady tworzenia domów pomocy społecznej oraz innych jednostek organizacyjnych</w:t>
            </w:r>
          </w:p>
        </w:tc>
      </w:tr>
      <w:tr w:rsidR="00E958AB" w:rsidRPr="0051493B" w14:paraId="69085B46" w14:textId="77777777" w:rsidTr="00C87A4B">
        <w:tc>
          <w:tcPr>
            <w:tcW w:w="9639" w:type="dxa"/>
          </w:tcPr>
          <w:p w14:paraId="30B69F41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Podmioty niepubliczne w pomocy społecznej</w:t>
            </w:r>
          </w:p>
        </w:tc>
      </w:tr>
      <w:tr w:rsidR="00E958AB" w:rsidRPr="0051493B" w14:paraId="75BDC2BF" w14:textId="77777777" w:rsidTr="00C87A4B">
        <w:tc>
          <w:tcPr>
            <w:tcW w:w="9639" w:type="dxa"/>
          </w:tcPr>
          <w:p w14:paraId="00A28465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Charakterystyka kadry pomocy społecznej </w:t>
            </w:r>
          </w:p>
        </w:tc>
      </w:tr>
      <w:tr w:rsidR="00E958AB" w:rsidRPr="0051493B" w14:paraId="6DF42012" w14:textId="77777777" w:rsidTr="00C87A4B">
        <w:tc>
          <w:tcPr>
            <w:tcW w:w="9639" w:type="dxa"/>
          </w:tcPr>
          <w:p w14:paraId="0BE5121A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Kontrola i nadzór w jednostkach pomocy społecznej- ogólna charakterystyka </w:t>
            </w:r>
          </w:p>
        </w:tc>
      </w:tr>
      <w:tr w:rsidR="00E958AB" w:rsidRPr="0051493B" w14:paraId="33EC7C54" w14:textId="77777777" w:rsidTr="00C87A4B">
        <w:tc>
          <w:tcPr>
            <w:tcW w:w="9639" w:type="dxa"/>
          </w:tcPr>
          <w:p w14:paraId="497F4E52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Kontrola, nadzór i monitoring związany z ustawą o wpieraniu rodziny i systemie pieczy zastępczej</w:t>
            </w:r>
          </w:p>
        </w:tc>
      </w:tr>
      <w:tr w:rsidR="00E958AB" w:rsidRPr="0051493B" w14:paraId="1651CD5A" w14:textId="77777777" w:rsidTr="00C87A4B">
        <w:tc>
          <w:tcPr>
            <w:tcW w:w="9639" w:type="dxa"/>
          </w:tcPr>
          <w:p w14:paraId="126A6282" w14:textId="77777777"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Kolokwium sprawdzające wiedzę studenta.</w:t>
            </w:r>
          </w:p>
        </w:tc>
      </w:tr>
    </w:tbl>
    <w:p w14:paraId="5B3FAB0B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91AB6D" w14:textId="77777777" w:rsidR="0085747A" w:rsidRPr="0051493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>3.4 Metody dydaktyczne</w:t>
      </w:r>
      <w:r w:rsidRPr="0051493B">
        <w:rPr>
          <w:rFonts w:ascii="Corbel" w:hAnsi="Corbel"/>
          <w:b w:val="0"/>
          <w:smallCaps w:val="0"/>
          <w:szCs w:val="24"/>
        </w:rPr>
        <w:t xml:space="preserve"> </w:t>
      </w:r>
    </w:p>
    <w:p w14:paraId="536A33B0" w14:textId="77777777" w:rsidR="00916D34" w:rsidRPr="0051493B" w:rsidRDefault="00916D34" w:rsidP="00916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4DBE88" w14:textId="77777777" w:rsidR="00E960BB" w:rsidRPr="0051493B" w:rsidRDefault="00916D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14:paraId="3D9327D8" w14:textId="77777777" w:rsidR="00E960BB" w:rsidRPr="0051493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6C6B66" w14:textId="77777777" w:rsidR="0085747A" w:rsidRPr="0051493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4. </w:t>
      </w:r>
      <w:r w:rsidR="0085747A" w:rsidRPr="0051493B">
        <w:rPr>
          <w:rFonts w:ascii="Corbel" w:hAnsi="Corbel"/>
          <w:smallCaps w:val="0"/>
          <w:szCs w:val="24"/>
        </w:rPr>
        <w:t>METODY I KRYTERIA OCENY</w:t>
      </w:r>
      <w:r w:rsidR="009F4610" w:rsidRPr="0051493B">
        <w:rPr>
          <w:rFonts w:ascii="Corbel" w:hAnsi="Corbel"/>
          <w:smallCaps w:val="0"/>
          <w:szCs w:val="24"/>
        </w:rPr>
        <w:t xml:space="preserve"> </w:t>
      </w:r>
    </w:p>
    <w:p w14:paraId="47611167" w14:textId="77777777" w:rsidR="00923D7D" w:rsidRPr="0051493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58517" w14:textId="77777777" w:rsidR="0085747A" w:rsidRPr="0051493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1493B">
        <w:rPr>
          <w:rFonts w:ascii="Corbel" w:hAnsi="Corbel"/>
          <w:smallCaps w:val="0"/>
          <w:szCs w:val="24"/>
        </w:rPr>
        <w:t>uczenia się</w:t>
      </w:r>
    </w:p>
    <w:p w14:paraId="0D2FBA0C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E209EA" w:rsidRPr="0051493B" w14:paraId="3740080B" w14:textId="77777777" w:rsidTr="00C87A4B">
        <w:tc>
          <w:tcPr>
            <w:tcW w:w="2410" w:type="dxa"/>
            <w:vAlign w:val="center"/>
          </w:tcPr>
          <w:p w14:paraId="7B01070B" w14:textId="77777777"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1782309" w14:textId="77777777"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8E4FBCB" w14:textId="77777777"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C6765" w14:textId="77777777"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3786ED" w14:textId="77777777"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14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1493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209EA" w:rsidRPr="0051493B" w14:paraId="1DBFDE73" w14:textId="77777777" w:rsidTr="00C87A4B">
        <w:tc>
          <w:tcPr>
            <w:tcW w:w="2410" w:type="dxa"/>
          </w:tcPr>
          <w:p w14:paraId="2E814E96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1493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1493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31B099FF" w14:textId="77777777" w:rsidR="00E209EA" w:rsidRPr="0051493B" w:rsidRDefault="00425726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praca pisemna</w:t>
            </w:r>
          </w:p>
        </w:tc>
        <w:tc>
          <w:tcPr>
            <w:tcW w:w="2126" w:type="dxa"/>
          </w:tcPr>
          <w:p w14:paraId="5F10ACBE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1493B">
              <w:rPr>
                <w:rFonts w:ascii="Corbel" w:hAnsi="Corbel"/>
                <w:b w:val="0"/>
                <w:sz w:val="22"/>
              </w:rPr>
              <w:t>Cw</w:t>
            </w:r>
            <w:proofErr w:type="spellEnd"/>
            <w:r w:rsidRPr="0051493B">
              <w:rPr>
                <w:rFonts w:ascii="Corbel" w:hAnsi="Corbel"/>
                <w:b w:val="0"/>
                <w:sz w:val="22"/>
              </w:rPr>
              <w:t xml:space="preserve">. </w:t>
            </w:r>
          </w:p>
        </w:tc>
      </w:tr>
      <w:tr w:rsidR="00E209EA" w:rsidRPr="0051493B" w14:paraId="7AF618DF" w14:textId="77777777" w:rsidTr="00C87A4B">
        <w:tc>
          <w:tcPr>
            <w:tcW w:w="2410" w:type="dxa"/>
          </w:tcPr>
          <w:p w14:paraId="64C5AB0E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E402AA8" w14:textId="77777777" w:rsidR="00E209EA" w:rsidRPr="0051493B" w:rsidRDefault="00425726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praca pisemna</w:t>
            </w:r>
          </w:p>
        </w:tc>
        <w:tc>
          <w:tcPr>
            <w:tcW w:w="2126" w:type="dxa"/>
          </w:tcPr>
          <w:p w14:paraId="4EB11817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E209EA" w:rsidRPr="0051493B" w14:paraId="5012DF25" w14:textId="77777777" w:rsidTr="00C87A4B">
        <w:tc>
          <w:tcPr>
            <w:tcW w:w="2410" w:type="dxa"/>
          </w:tcPr>
          <w:p w14:paraId="4E252024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014EEC1C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praca w grupach</w:t>
            </w:r>
          </w:p>
        </w:tc>
        <w:tc>
          <w:tcPr>
            <w:tcW w:w="2126" w:type="dxa"/>
          </w:tcPr>
          <w:p w14:paraId="4BC49848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E209EA" w:rsidRPr="0051493B" w14:paraId="0C9CC768" w14:textId="77777777" w:rsidTr="00C87A4B">
        <w:tc>
          <w:tcPr>
            <w:tcW w:w="2410" w:type="dxa"/>
          </w:tcPr>
          <w:p w14:paraId="7F075D56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894B6B5" w14:textId="77777777" w:rsidR="00E209EA" w:rsidRPr="0051493B" w:rsidRDefault="00425726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praca pisemna</w:t>
            </w:r>
          </w:p>
        </w:tc>
        <w:tc>
          <w:tcPr>
            <w:tcW w:w="2126" w:type="dxa"/>
          </w:tcPr>
          <w:p w14:paraId="5C32315E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E209EA" w:rsidRPr="0051493B" w14:paraId="6BC95489" w14:textId="77777777" w:rsidTr="00C87A4B">
        <w:tc>
          <w:tcPr>
            <w:tcW w:w="2410" w:type="dxa"/>
          </w:tcPr>
          <w:p w14:paraId="759A959A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66A3752" w14:textId="77777777" w:rsidR="00E209EA" w:rsidRPr="0051493B" w:rsidRDefault="00425726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73D920B9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1493B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E209EA" w:rsidRPr="0051493B" w14:paraId="2257E7BC" w14:textId="77777777" w:rsidTr="00C87A4B">
        <w:tc>
          <w:tcPr>
            <w:tcW w:w="2410" w:type="dxa"/>
          </w:tcPr>
          <w:p w14:paraId="25BD0B60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606A223D" w14:textId="77777777" w:rsidR="00E209EA" w:rsidRPr="0051493B" w:rsidRDefault="00425726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62B0591F" w14:textId="77777777"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1493B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2161D93C" w14:textId="77777777" w:rsidR="00923D7D" w:rsidRPr="0051493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D7A6A4" w14:textId="77777777" w:rsidR="0085747A" w:rsidRPr="0051493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4.2 </w:t>
      </w:r>
      <w:r w:rsidR="0085747A" w:rsidRPr="0051493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1493B">
        <w:rPr>
          <w:rFonts w:ascii="Corbel" w:hAnsi="Corbel"/>
          <w:smallCaps w:val="0"/>
          <w:szCs w:val="24"/>
        </w:rPr>
        <w:t xml:space="preserve"> </w:t>
      </w:r>
    </w:p>
    <w:p w14:paraId="0920C53D" w14:textId="77777777" w:rsidR="00923D7D" w:rsidRPr="0051493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1493B" w14:paraId="437A8741" w14:textId="77777777" w:rsidTr="00923D7D">
        <w:tc>
          <w:tcPr>
            <w:tcW w:w="9670" w:type="dxa"/>
          </w:tcPr>
          <w:p w14:paraId="493B589A" w14:textId="77777777" w:rsidR="00916D34" w:rsidRPr="0051493B" w:rsidRDefault="00916D34" w:rsidP="00916D34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04C2E291" w14:textId="77777777" w:rsidR="0085747A" w:rsidRPr="0051493B" w:rsidRDefault="004257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Ocena za pracę pisemną- 100</w:t>
            </w:r>
            <w:r w:rsidR="00916D34" w:rsidRPr="0051493B">
              <w:rPr>
                <w:rFonts w:ascii="Corbel" w:hAnsi="Corbel"/>
                <w:smallCaps w:val="0"/>
                <w:szCs w:val="24"/>
              </w:rPr>
              <w:t>% oceny końcowej</w:t>
            </w:r>
          </w:p>
        </w:tc>
      </w:tr>
    </w:tbl>
    <w:p w14:paraId="4EA39364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A47CE" w14:textId="77777777" w:rsidR="009F4610" w:rsidRPr="0051493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1493B">
        <w:rPr>
          <w:rFonts w:ascii="Corbel" w:hAnsi="Corbel"/>
          <w:b/>
          <w:sz w:val="24"/>
          <w:szCs w:val="24"/>
        </w:rPr>
        <w:t xml:space="preserve">5. </w:t>
      </w:r>
      <w:r w:rsidR="00C61DC5" w:rsidRPr="0051493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8199EE" w14:textId="77777777"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392C" w:rsidRPr="0051493B" w14:paraId="5CB40259" w14:textId="77777777" w:rsidTr="00C87A4B">
        <w:tc>
          <w:tcPr>
            <w:tcW w:w="4962" w:type="dxa"/>
            <w:vAlign w:val="center"/>
          </w:tcPr>
          <w:p w14:paraId="74FB0F1B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7F823B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 xml:space="preserve">Średnia liczba godzin na zrealizowanie </w:t>
            </w:r>
            <w:r w:rsidRPr="0051493B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12392C" w:rsidRPr="0051493B" w14:paraId="6002026B" w14:textId="77777777" w:rsidTr="00C87A4B">
        <w:tc>
          <w:tcPr>
            <w:tcW w:w="4962" w:type="dxa"/>
          </w:tcPr>
          <w:p w14:paraId="00CB0646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</w:tcPr>
          <w:p w14:paraId="07BC5B2A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12392C" w:rsidRPr="0051493B" w14:paraId="138E6C89" w14:textId="77777777" w:rsidTr="00C87A4B">
        <w:tc>
          <w:tcPr>
            <w:tcW w:w="4962" w:type="dxa"/>
          </w:tcPr>
          <w:p w14:paraId="4823B600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09E82E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1CFFCF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2392C" w:rsidRPr="0051493B" w14:paraId="35ED0C09" w14:textId="77777777" w:rsidTr="00C87A4B">
        <w:tc>
          <w:tcPr>
            <w:tcW w:w="4962" w:type="dxa"/>
          </w:tcPr>
          <w:p w14:paraId="59E6906B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1493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3F521A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13DAB9B" w14:textId="77777777" w:rsidR="0012392C" w:rsidRPr="0051493B" w:rsidRDefault="00425726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2392C" w:rsidRPr="0051493B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12392C" w:rsidRPr="0051493B" w14:paraId="6C332DB6" w14:textId="77777777" w:rsidTr="00C87A4B">
        <w:tc>
          <w:tcPr>
            <w:tcW w:w="4962" w:type="dxa"/>
          </w:tcPr>
          <w:p w14:paraId="61F38DFC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9AE43F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12392C" w:rsidRPr="0051493B" w14:paraId="02208D89" w14:textId="77777777" w:rsidTr="00C87A4B">
        <w:tc>
          <w:tcPr>
            <w:tcW w:w="4962" w:type="dxa"/>
          </w:tcPr>
          <w:p w14:paraId="026D7D62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6FB932" w14:textId="77777777"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E26722" w14:textId="77777777" w:rsidR="002771F2" w:rsidRPr="0051493B" w:rsidRDefault="002771F2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99B5D31" w14:textId="77777777" w:rsidR="0085747A" w:rsidRPr="0051493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1493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1493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530979" w14:textId="77777777" w:rsidR="003E1941" w:rsidRPr="0051493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9F5DA4" w14:textId="77777777" w:rsidR="0085747A" w:rsidRPr="0051493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6. </w:t>
      </w:r>
      <w:r w:rsidR="0085747A" w:rsidRPr="0051493B">
        <w:rPr>
          <w:rFonts w:ascii="Corbel" w:hAnsi="Corbel"/>
          <w:smallCaps w:val="0"/>
          <w:szCs w:val="24"/>
        </w:rPr>
        <w:t>PRAKTYKI ZAWO</w:t>
      </w:r>
      <w:r w:rsidR="009D3F3B" w:rsidRPr="0051493B">
        <w:rPr>
          <w:rFonts w:ascii="Corbel" w:hAnsi="Corbel"/>
          <w:smallCaps w:val="0"/>
          <w:szCs w:val="24"/>
        </w:rPr>
        <w:t>DOWE W RAMACH PRZEDMIOTU</w:t>
      </w:r>
    </w:p>
    <w:p w14:paraId="00D851FF" w14:textId="77777777" w:rsidR="0085747A" w:rsidRPr="0051493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1493B" w14:paraId="60CE39CE" w14:textId="77777777" w:rsidTr="0071620A">
        <w:trPr>
          <w:trHeight w:val="397"/>
        </w:trPr>
        <w:tc>
          <w:tcPr>
            <w:tcW w:w="3544" w:type="dxa"/>
          </w:tcPr>
          <w:p w14:paraId="05CE48F4" w14:textId="77777777"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D17DA6" w14:textId="77777777"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1493B" w14:paraId="5915D4BD" w14:textId="77777777" w:rsidTr="0071620A">
        <w:trPr>
          <w:trHeight w:val="397"/>
        </w:trPr>
        <w:tc>
          <w:tcPr>
            <w:tcW w:w="3544" w:type="dxa"/>
          </w:tcPr>
          <w:p w14:paraId="628C6F06" w14:textId="77777777"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8C1531" w14:textId="77777777"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8F2BA1" w14:textId="77777777" w:rsidR="003E1941" w:rsidRPr="0051493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899894" w14:textId="77777777" w:rsidR="0085747A" w:rsidRPr="0051493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7. </w:t>
      </w:r>
      <w:r w:rsidR="0085747A" w:rsidRPr="0051493B">
        <w:rPr>
          <w:rFonts w:ascii="Corbel" w:hAnsi="Corbel"/>
          <w:smallCaps w:val="0"/>
          <w:szCs w:val="24"/>
        </w:rPr>
        <w:t>LITERATURA</w:t>
      </w:r>
      <w:r w:rsidRPr="0051493B">
        <w:rPr>
          <w:rFonts w:ascii="Corbel" w:hAnsi="Corbel"/>
          <w:smallCaps w:val="0"/>
          <w:szCs w:val="24"/>
        </w:rPr>
        <w:t xml:space="preserve"> </w:t>
      </w:r>
    </w:p>
    <w:p w14:paraId="49AF3E7B" w14:textId="77777777" w:rsidR="00675843" w:rsidRPr="0051493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1703A" w14:textId="77777777" w:rsidR="004E696F" w:rsidRDefault="004E696F" w:rsidP="005108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E696F" w:rsidRPr="004E696F" w14:paraId="01DBE675" w14:textId="77777777" w:rsidTr="003F0834">
        <w:trPr>
          <w:trHeight w:val="397"/>
        </w:trPr>
        <w:tc>
          <w:tcPr>
            <w:tcW w:w="7513" w:type="dxa"/>
          </w:tcPr>
          <w:p w14:paraId="46090BC0" w14:textId="77777777" w:rsidR="004E696F" w:rsidRPr="004E696F" w:rsidRDefault="004E696F" w:rsidP="004E69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696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4149EE3" w14:textId="77777777" w:rsidR="004E696F" w:rsidRPr="004E696F" w:rsidRDefault="004E696F" w:rsidP="004E696F">
            <w:pPr>
              <w:spacing w:before="240"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4E696F">
              <w:rPr>
                <w:rFonts w:ascii="Corbel" w:hAnsi="Corbel"/>
                <w:sz w:val="24"/>
                <w:szCs w:val="24"/>
              </w:rPr>
              <w:t xml:space="preserve">1. Sierpowska I. (2011), Prawo pomocy społecznej. </w:t>
            </w:r>
            <w:r w:rsidRPr="004E696F">
              <w:rPr>
                <w:rFonts w:ascii="Corbel" w:hAnsi="Corbel"/>
                <w:sz w:val="24"/>
                <w:szCs w:val="24"/>
                <w:lang w:val="en-US"/>
              </w:rPr>
              <w:t>Warszawa: Lex a Wolters Kluwer business.</w:t>
            </w:r>
          </w:p>
          <w:p w14:paraId="06205804" w14:textId="77777777" w:rsidR="004E696F" w:rsidRPr="004E696F" w:rsidRDefault="004E696F" w:rsidP="004E696F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4E696F">
              <w:rPr>
                <w:rFonts w:ascii="Corbel" w:hAnsi="Corbel"/>
                <w:sz w:val="24"/>
                <w:szCs w:val="24"/>
              </w:rPr>
              <w:t>2. Nitecki S, (2008). Prawo do pomocy społecznej w polskim systemie prawnym, Warszawa: WKP.</w:t>
            </w:r>
          </w:p>
          <w:p w14:paraId="21DD33FF" w14:textId="77777777" w:rsidR="004E696F" w:rsidRPr="004E696F" w:rsidRDefault="004E696F" w:rsidP="004E69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696F">
              <w:rPr>
                <w:rFonts w:ascii="Corbel" w:hAnsi="Corbel"/>
                <w:sz w:val="24"/>
                <w:szCs w:val="24"/>
              </w:rPr>
              <w:t>3. W. Muszalski (2010). Prawo socjalne, Warszawa: Wydawnictwo PWN.</w:t>
            </w:r>
          </w:p>
          <w:p w14:paraId="3E208D5C" w14:textId="77777777" w:rsidR="004E696F" w:rsidRPr="004E696F" w:rsidRDefault="004E696F" w:rsidP="004E6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4E696F" w:rsidRPr="004E696F" w14:paraId="78F69ABD" w14:textId="77777777" w:rsidTr="003F0834">
        <w:trPr>
          <w:trHeight w:val="397"/>
        </w:trPr>
        <w:tc>
          <w:tcPr>
            <w:tcW w:w="7513" w:type="dxa"/>
          </w:tcPr>
          <w:p w14:paraId="6C24B66C" w14:textId="77777777" w:rsidR="004E696F" w:rsidRPr="004E696F" w:rsidRDefault="004E696F" w:rsidP="004E69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696F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777359C" w14:textId="77777777" w:rsidR="004E696F" w:rsidRPr="004E696F" w:rsidRDefault="004E696F" w:rsidP="004E696F">
            <w:pPr>
              <w:spacing w:before="240" w:after="0" w:line="240" w:lineRule="auto"/>
              <w:rPr>
                <w:rFonts w:ascii="Corbel" w:hAnsi="Corbel"/>
              </w:rPr>
            </w:pPr>
            <w:r w:rsidRPr="004E696F">
              <w:rPr>
                <w:rFonts w:ascii="Corbel" w:hAnsi="Corbel"/>
              </w:rPr>
              <w:t xml:space="preserve">1. </w:t>
            </w:r>
            <w:proofErr w:type="spellStart"/>
            <w:r w:rsidRPr="004E696F">
              <w:rPr>
                <w:rFonts w:ascii="Corbel" w:hAnsi="Corbel"/>
              </w:rPr>
              <w:t>Sochner</w:t>
            </w:r>
            <w:proofErr w:type="spellEnd"/>
            <w:r w:rsidRPr="004E696F">
              <w:rPr>
                <w:rFonts w:ascii="Corbel" w:hAnsi="Corbel"/>
              </w:rPr>
              <w:t xml:space="preserve"> -Siemińska M. (2018). Placówki dzienne i całodobowe w systemie pomocy społecznej, Warszawa: C. H. Beck.</w:t>
            </w:r>
          </w:p>
          <w:p w14:paraId="1350937E" w14:textId="4CECF39A" w:rsidR="004E696F" w:rsidRPr="004E696F" w:rsidRDefault="004E696F" w:rsidP="004E696F">
            <w:pPr>
              <w:spacing w:before="240" w:after="0" w:line="240" w:lineRule="auto"/>
              <w:rPr>
                <w:rFonts w:ascii="Corbel" w:hAnsi="Corbel"/>
              </w:rPr>
            </w:pPr>
            <w:r w:rsidRPr="004E696F">
              <w:rPr>
                <w:rFonts w:ascii="Corbel" w:hAnsi="Corbel"/>
              </w:rPr>
              <w:t>2.  Ustawa z dnia 12 marca 2004r. o pomocy społecznej, (Dz. U, 2015.163 j.t.)</w:t>
            </w:r>
          </w:p>
          <w:p w14:paraId="1536F8E1" w14:textId="77777777" w:rsidR="004E696F" w:rsidRPr="004E696F" w:rsidRDefault="004E696F" w:rsidP="004E696F">
            <w:pPr>
              <w:spacing w:before="100" w:beforeAutospacing="1" w:after="100" w:afterAutospacing="1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4E696F">
              <w:rPr>
                <w:rFonts w:ascii="Corbel" w:eastAsia="Times New Roman" w:hAnsi="Corbel"/>
                <w:bCs/>
                <w:smallCaps/>
                <w:kern w:val="36"/>
                <w:szCs w:val="48"/>
                <w:lang w:eastAsia="pl-PL"/>
              </w:rPr>
              <w:t xml:space="preserve">3. Brzezińska A. (2017). </w:t>
            </w:r>
            <w:r w:rsidRPr="004E696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Vademecum dyrektora jednostki pomocy społecznej, Warszawa: C.H. Beck.</w:t>
            </w:r>
          </w:p>
        </w:tc>
      </w:tr>
    </w:tbl>
    <w:p w14:paraId="48BE427A" w14:textId="77777777" w:rsidR="004E696F" w:rsidRDefault="004E696F" w:rsidP="005108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68DE" w14:textId="165B5450" w:rsidR="0085747A" w:rsidRPr="0051493B" w:rsidRDefault="0085747A" w:rsidP="005108CE">
      <w:pPr>
        <w:pStyle w:val="Punktygwne"/>
        <w:spacing w:before="0" w:after="0"/>
        <w:rPr>
          <w:rFonts w:ascii="Corbel" w:hAnsi="Corbel"/>
          <w:szCs w:val="24"/>
        </w:rPr>
      </w:pPr>
      <w:r w:rsidRPr="0051493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1493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7063F" w14:textId="77777777" w:rsidR="004223EE" w:rsidRDefault="004223EE" w:rsidP="00C16ABF">
      <w:pPr>
        <w:spacing w:after="0" w:line="240" w:lineRule="auto"/>
      </w:pPr>
      <w:r>
        <w:separator/>
      </w:r>
    </w:p>
  </w:endnote>
  <w:endnote w:type="continuationSeparator" w:id="0">
    <w:p w14:paraId="43A0631C" w14:textId="77777777" w:rsidR="004223EE" w:rsidRDefault="004223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B6AE" w14:textId="77777777" w:rsidR="004223EE" w:rsidRDefault="004223EE" w:rsidP="00C16ABF">
      <w:pPr>
        <w:spacing w:after="0" w:line="240" w:lineRule="auto"/>
      </w:pPr>
      <w:r>
        <w:separator/>
      </w:r>
    </w:p>
  </w:footnote>
  <w:footnote w:type="continuationSeparator" w:id="0">
    <w:p w14:paraId="42CDF932" w14:textId="77777777" w:rsidR="004223EE" w:rsidRDefault="004223EE" w:rsidP="00C16ABF">
      <w:pPr>
        <w:spacing w:after="0" w:line="240" w:lineRule="auto"/>
      </w:pPr>
      <w:r>
        <w:continuationSeparator/>
      </w:r>
    </w:p>
  </w:footnote>
  <w:footnote w:id="1">
    <w:p w14:paraId="3D36F330" w14:textId="77777777" w:rsidR="00C84991" w:rsidRDefault="00C84991" w:rsidP="00C849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9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F2"/>
    <w:rsid w:val="00281FF2"/>
    <w:rsid w:val="002857DE"/>
    <w:rsid w:val="00291567"/>
    <w:rsid w:val="00293E19"/>
    <w:rsid w:val="002A22BF"/>
    <w:rsid w:val="002A2389"/>
    <w:rsid w:val="002A2F06"/>
    <w:rsid w:val="002A671D"/>
    <w:rsid w:val="002B4D55"/>
    <w:rsid w:val="002B5EA0"/>
    <w:rsid w:val="002B6119"/>
    <w:rsid w:val="002C1F06"/>
    <w:rsid w:val="002D3375"/>
    <w:rsid w:val="002D73D4"/>
    <w:rsid w:val="002E684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522"/>
    <w:rsid w:val="003A0A5B"/>
    <w:rsid w:val="003A1176"/>
    <w:rsid w:val="003B24A9"/>
    <w:rsid w:val="003C0BAE"/>
    <w:rsid w:val="003D18A9"/>
    <w:rsid w:val="003D19F2"/>
    <w:rsid w:val="003D6CE2"/>
    <w:rsid w:val="003E1941"/>
    <w:rsid w:val="003E2FE6"/>
    <w:rsid w:val="003E49D5"/>
    <w:rsid w:val="003F205D"/>
    <w:rsid w:val="003F38C0"/>
    <w:rsid w:val="00414E3C"/>
    <w:rsid w:val="004223EE"/>
    <w:rsid w:val="0042244A"/>
    <w:rsid w:val="00425726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96F"/>
    <w:rsid w:val="004F1551"/>
    <w:rsid w:val="004F55A3"/>
    <w:rsid w:val="0050496F"/>
    <w:rsid w:val="005108CE"/>
    <w:rsid w:val="00513B6F"/>
    <w:rsid w:val="0051493B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65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41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97"/>
    <w:rsid w:val="00746EC8"/>
    <w:rsid w:val="00763BF1"/>
    <w:rsid w:val="0076620B"/>
    <w:rsid w:val="00766FD4"/>
    <w:rsid w:val="0078168C"/>
    <w:rsid w:val="00787C2A"/>
    <w:rsid w:val="00790E27"/>
    <w:rsid w:val="007A4022"/>
    <w:rsid w:val="007A6E6E"/>
    <w:rsid w:val="007B4627"/>
    <w:rsid w:val="007C3299"/>
    <w:rsid w:val="007C3BCC"/>
    <w:rsid w:val="007C4546"/>
    <w:rsid w:val="007D6E56"/>
    <w:rsid w:val="007F4155"/>
    <w:rsid w:val="0081554D"/>
    <w:rsid w:val="0081557B"/>
    <w:rsid w:val="0081707E"/>
    <w:rsid w:val="00841334"/>
    <w:rsid w:val="008449B3"/>
    <w:rsid w:val="008552A2"/>
    <w:rsid w:val="0085747A"/>
    <w:rsid w:val="00866588"/>
    <w:rsid w:val="00884922"/>
    <w:rsid w:val="00885F64"/>
    <w:rsid w:val="00890BCE"/>
    <w:rsid w:val="008917F9"/>
    <w:rsid w:val="008A45F7"/>
    <w:rsid w:val="008C0CC0"/>
    <w:rsid w:val="008C19A9"/>
    <w:rsid w:val="008C379D"/>
    <w:rsid w:val="008C5147"/>
    <w:rsid w:val="008C5359"/>
    <w:rsid w:val="008C5363"/>
    <w:rsid w:val="008C5CB6"/>
    <w:rsid w:val="008D3DFB"/>
    <w:rsid w:val="008E64F4"/>
    <w:rsid w:val="008F12C9"/>
    <w:rsid w:val="008F6E29"/>
    <w:rsid w:val="00916188"/>
    <w:rsid w:val="00916D34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74C"/>
    <w:rsid w:val="00A155EE"/>
    <w:rsid w:val="00A15F7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D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02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2E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991"/>
    <w:rsid w:val="00C87A4B"/>
    <w:rsid w:val="00C94B98"/>
    <w:rsid w:val="00CA2B96"/>
    <w:rsid w:val="00CA5089"/>
    <w:rsid w:val="00CA56E5"/>
    <w:rsid w:val="00CD59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A5"/>
    <w:rsid w:val="00D8678B"/>
    <w:rsid w:val="00DA2114"/>
    <w:rsid w:val="00DB1ED9"/>
    <w:rsid w:val="00DC2CE4"/>
    <w:rsid w:val="00DE09C0"/>
    <w:rsid w:val="00DE4A14"/>
    <w:rsid w:val="00DF320D"/>
    <w:rsid w:val="00DF71C8"/>
    <w:rsid w:val="00E129B8"/>
    <w:rsid w:val="00E209EA"/>
    <w:rsid w:val="00E21E7D"/>
    <w:rsid w:val="00E22FBC"/>
    <w:rsid w:val="00E24BF5"/>
    <w:rsid w:val="00E25338"/>
    <w:rsid w:val="00E37597"/>
    <w:rsid w:val="00E51E44"/>
    <w:rsid w:val="00E63348"/>
    <w:rsid w:val="00E742AA"/>
    <w:rsid w:val="00E77E88"/>
    <w:rsid w:val="00E8107D"/>
    <w:rsid w:val="00E958AB"/>
    <w:rsid w:val="00E960BB"/>
    <w:rsid w:val="00EA2074"/>
    <w:rsid w:val="00EA4832"/>
    <w:rsid w:val="00EA4E9D"/>
    <w:rsid w:val="00EC4899"/>
    <w:rsid w:val="00ED03AB"/>
    <w:rsid w:val="00ED32D2"/>
    <w:rsid w:val="00ED6C07"/>
    <w:rsid w:val="00EE32DE"/>
    <w:rsid w:val="00EE5457"/>
    <w:rsid w:val="00F06DE3"/>
    <w:rsid w:val="00F070AB"/>
    <w:rsid w:val="00F17567"/>
    <w:rsid w:val="00F27A7B"/>
    <w:rsid w:val="00F524B0"/>
    <w:rsid w:val="00F526AF"/>
    <w:rsid w:val="00F617C3"/>
    <w:rsid w:val="00F7066B"/>
    <w:rsid w:val="00F83B28"/>
    <w:rsid w:val="00F9247B"/>
    <w:rsid w:val="00F974DA"/>
    <w:rsid w:val="00FA426B"/>
    <w:rsid w:val="00FA46E5"/>
    <w:rsid w:val="00FB7DBA"/>
    <w:rsid w:val="00FC1C25"/>
    <w:rsid w:val="00FC3F45"/>
    <w:rsid w:val="00FC753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3DDE"/>
  <w15:docId w15:val="{6C810F0E-2FF7-44EB-B7BB-894FBE0E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239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2392C"/>
    <w:rPr>
      <w:rFonts w:eastAsia="Times New Roman"/>
      <w:b/>
      <w:bCs/>
      <w:kern w:val="36"/>
      <w:sz w:val="48"/>
      <w:szCs w:val="48"/>
    </w:rPr>
  </w:style>
  <w:style w:type="character" w:styleId="Odwoaniedokomentarza">
    <w:name w:val="annotation reference"/>
    <w:uiPriority w:val="99"/>
    <w:semiHidden/>
    <w:unhideWhenUsed/>
    <w:rsid w:val="008155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57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5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7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57B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DC2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5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E75208-EEEE-4201-B6E9-BB778665DF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F3524-34AF-4DBD-B527-8BAE6C5D933D}"/>
</file>

<file path=customXml/itemProps3.xml><?xml version="1.0" encoding="utf-8"?>
<ds:datastoreItem xmlns:ds="http://schemas.openxmlformats.org/officeDocument/2006/customXml" ds:itemID="{7D927361-B8B4-4E8C-A92B-9C51C9BA205E}"/>
</file>

<file path=customXml/itemProps4.xml><?xml version="1.0" encoding="utf-8"?>
<ds:datastoreItem xmlns:ds="http://schemas.openxmlformats.org/officeDocument/2006/customXml" ds:itemID="{9D247285-16E5-4DAB-B3B9-3542CB04AF2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2019-02-06T13:12:00Z</cp:lastPrinted>
  <dcterms:created xsi:type="dcterms:W3CDTF">2021-09-30T14:57:00Z</dcterms:created>
  <dcterms:modified xsi:type="dcterms:W3CDTF">2021-10-01T12:44:00Z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